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2A3BAF" w:rsidRDefault="00C74455" w:rsidP="0069129C">
      <w:pPr>
        <w:pStyle w:val="Kop1"/>
        <w:spacing w:before="240"/>
        <w:rPr>
          <w:rFonts w:ascii="Arial" w:hAnsi="Arial"/>
          <w:b/>
          <w:color w:val="002060"/>
        </w:rPr>
      </w:pPr>
      <w:r w:rsidRPr="002A3BAF">
        <w:rPr>
          <w:rFonts w:ascii="Arial" w:hAnsi="Arial"/>
          <w:b/>
          <w:color w:val="002060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Default="00AB1F92" w:rsidP="008A5169">
      <w:pPr>
        <w:pStyle w:val="Kop1"/>
        <w:spacing w:before="240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7A4F521E" w:rsidR="00AB1F92" w:rsidRDefault="00714DC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Niet geperst</w:t>
      </w:r>
      <w:r w:rsidR="00670AA5">
        <w:rPr>
          <w:rFonts w:cs="Arial"/>
          <w:color w:val="002060"/>
        </w:rPr>
        <w:t xml:space="preserve">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414D11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EB2773">
        <w:rPr>
          <w:rFonts w:cs="Arial"/>
          <w:color w:val="002060"/>
        </w:rPr>
        <w:t>Gehomologeerd volgens DVGW</w:t>
      </w:r>
    </w:p>
    <w:p w14:paraId="1DA72452" w14:textId="31E1F2A7" w:rsidR="009F0E1E" w:rsidRPr="00EB2773" w:rsidRDefault="009F0E1E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Hefboombevestiging met schroef</w:t>
      </w:r>
    </w:p>
    <w:p w14:paraId="3918335B" w14:textId="03D9815B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BC6B99">
        <w:rPr>
          <w:rFonts w:cs="Arial"/>
          <w:color w:val="002060"/>
          <w:lang w:val="nl-BE"/>
        </w:rPr>
        <w:t>Vervangbare bovenzijde</w:t>
      </w:r>
    </w:p>
    <w:p w14:paraId="4A44229A" w14:textId="009C159B" w:rsidR="007F1970" w:rsidRDefault="007F197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Afdichting van bovenstuk in EPDM</w:t>
      </w:r>
    </w:p>
    <w:p w14:paraId="0AF69C7A" w14:textId="15F9B324" w:rsidR="000711C4" w:rsidRPr="00882B29" w:rsidRDefault="00691ADB" w:rsidP="00882B29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Kogel afgedicht in silicone</w:t>
      </w:r>
    </w:p>
    <w:p w14:paraId="060C5C9E" w14:textId="42EED71D" w:rsidR="000711C4" w:rsidRPr="00544D0E" w:rsidRDefault="00544D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544D0E">
        <w:rPr>
          <w:rFonts w:cs="Arial"/>
          <w:color w:val="002060"/>
          <w:lang w:val="nl-BE"/>
        </w:rPr>
        <w:t>O-ring in EPDM</w:t>
      </w:r>
    </w:p>
    <w:p w14:paraId="1789C0CE" w14:textId="52A986C0" w:rsidR="000D7790" w:rsidRPr="00882B29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882B29">
        <w:rPr>
          <w:rFonts w:cs="Arial"/>
          <w:color w:val="002060"/>
          <w:lang w:val="nl-BE"/>
        </w:rPr>
        <w:t>Pers</w:t>
      </w:r>
      <w:r w:rsidR="00C26C57" w:rsidRPr="00882B29">
        <w:rPr>
          <w:rFonts w:cs="Arial"/>
          <w:color w:val="002060"/>
          <w:lang w:val="nl-BE"/>
        </w:rPr>
        <w:t>nippel</w:t>
      </w:r>
      <w:r w:rsidRPr="00882B29">
        <w:rPr>
          <w:rFonts w:cs="Arial"/>
          <w:color w:val="002060"/>
          <w:lang w:val="nl-BE"/>
        </w:rPr>
        <w:t xml:space="preserve"> </w:t>
      </w:r>
      <w:r w:rsidR="00882B29" w:rsidRPr="00882B29">
        <w:rPr>
          <w:rFonts w:cs="Arial"/>
          <w:color w:val="002060"/>
          <w:lang w:val="nl-BE"/>
        </w:rPr>
        <w:t>met transparante beschermkap</w:t>
      </w:r>
    </w:p>
    <w:p w14:paraId="66517263" w14:textId="645068B7" w:rsidR="000D7790" w:rsidRPr="00A22B97" w:rsidRDefault="001939BD" w:rsidP="000D7790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A22B97">
        <w:rPr>
          <w:rFonts w:ascii="Arial" w:hAnsi="Arial" w:cs="Arial"/>
          <w:b/>
          <w:bCs/>
          <w:color w:val="002060"/>
          <w:lang w:val="nl-BE"/>
        </w:rPr>
        <w:t>Technische Gegevens</w:t>
      </w:r>
    </w:p>
    <w:p w14:paraId="7BCE2C4A" w14:textId="2713E9A9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4125F7">
        <w:rPr>
          <w:rFonts w:cs="Arial"/>
          <w:color w:val="002060"/>
          <w:lang w:val="nl-BE"/>
        </w:rPr>
        <w:t>Messing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22EF5940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1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–</w:t>
      </w:r>
      <w:r w:rsidR="00F229A1">
        <w:rPr>
          <w:rFonts w:cs="Arial"/>
          <w:color w:val="002060"/>
          <w:lang w:val="nl-BE"/>
        </w:rPr>
        <w:t xml:space="preserve"> </w:t>
      </w:r>
      <w:r>
        <w:rPr>
          <w:rFonts w:cs="Arial"/>
          <w:color w:val="002060"/>
          <w:lang w:val="nl-BE"/>
        </w:rPr>
        <w:t>2</w:t>
      </w:r>
      <w:r w:rsidR="00F229A1">
        <w:rPr>
          <w:rFonts w:cs="Arial"/>
          <w:color w:val="002060"/>
          <w:lang w:val="nl-BE"/>
        </w:rPr>
        <w:t>0</w:t>
      </w:r>
      <w:r>
        <w:rPr>
          <w:rFonts w:cs="Arial"/>
          <w:color w:val="002060"/>
          <w:lang w:val="nl-BE"/>
        </w:rPr>
        <w:t xml:space="preserve"> – 2</w:t>
      </w:r>
      <w:r w:rsidR="00F229A1">
        <w:rPr>
          <w:rFonts w:cs="Arial"/>
          <w:color w:val="002060"/>
          <w:lang w:val="nl-BE"/>
        </w:rPr>
        <w:t>6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</w:t>
      </w:r>
      <w:r w:rsidR="00F229A1">
        <w:rPr>
          <w:rFonts w:cs="Arial"/>
          <w:color w:val="002060"/>
          <w:lang w:val="nl-BE"/>
        </w:rPr>
        <w:t>2</w:t>
      </w:r>
      <w:r w:rsidR="00BA4585">
        <w:rPr>
          <w:rFonts w:cs="Arial"/>
          <w:color w:val="002060"/>
          <w:lang w:val="nl-BE"/>
        </w:rPr>
        <w:t xml:space="preserve"> – 4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– 5</w:t>
      </w:r>
      <w:r w:rsidR="00F229A1">
        <w:rPr>
          <w:rFonts w:cs="Arial"/>
          <w:color w:val="002060"/>
          <w:lang w:val="nl-BE"/>
        </w:rPr>
        <w:t>0</w:t>
      </w:r>
      <w:r w:rsidR="00BA4585">
        <w:rPr>
          <w:rFonts w:cs="Arial"/>
          <w:color w:val="002060"/>
          <w:lang w:val="nl-BE"/>
        </w:rPr>
        <w:t xml:space="preserve"> mm</w:t>
      </w:r>
    </w:p>
    <w:p w14:paraId="5425DDB8" w14:textId="35E38821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="00F229A1">
        <w:rPr>
          <w:rFonts w:cs="Arial"/>
          <w:color w:val="002060"/>
          <w:lang w:val="nl-BE"/>
        </w:rPr>
        <w:t>EPDM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7BB33279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0°C </w:t>
      </w:r>
      <w:r w:rsidR="008F0798">
        <w:rPr>
          <w:rFonts w:cs="Arial"/>
          <w:color w:val="002060"/>
          <w:lang w:val="nl-BE"/>
        </w:rPr>
        <w:t xml:space="preserve">//  </w:t>
      </w:r>
      <w:r w:rsidR="00F229A1">
        <w:rPr>
          <w:rFonts w:cs="Arial"/>
          <w:color w:val="002060"/>
          <w:lang w:val="nl-BE"/>
        </w:rPr>
        <w:t>70</w:t>
      </w:r>
      <w:r w:rsidR="008F0798">
        <w:rPr>
          <w:rFonts w:cs="Arial"/>
          <w:color w:val="002060"/>
          <w:lang w:val="nl-BE"/>
        </w:rPr>
        <w:t>°C</w:t>
      </w:r>
    </w:p>
    <w:p w14:paraId="24A43529" w14:textId="77777777" w:rsidR="00FD4278" w:rsidRDefault="00FD4278" w:rsidP="001939BD">
      <w:pPr>
        <w:rPr>
          <w:rFonts w:cs="Arial"/>
          <w:color w:val="002060"/>
          <w:lang w:val="nl-BE"/>
        </w:rPr>
      </w:pP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3607807" w:rsidR="00C55429" w:rsidRDefault="00253B9B" w:rsidP="00493059">
      <w:pPr>
        <w:jc w:val="center"/>
        <w:rPr>
          <w:rFonts w:cs="Arial"/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56E9995B" wp14:editId="045E8F03">
            <wp:extent cx="1562389" cy="1111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D44532" w:rsidRDefault="008F0798" w:rsidP="008F0798">
      <w:pPr>
        <w:pStyle w:val="Kop1"/>
        <w:rPr>
          <w:rFonts w:ascii="Arial" w:hAnsi="Arial" w:cs="Arial"/>
          <w:b/>
          <w:bCs/>
          <w:color w:val="002060"/>
          <w:lang w:val="nl-BE"/>
        </w:rPr>
      </w:pPr>
      <w:r w:rsidRPr="00D44532">
        <w:rPr>
          <w:rFonts w:ascii="Arial" w:hAnsi="Arial" w:cs="Arial"/>
          <w:b/>
          <w:bCs/>
          <w:color w:val="002060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2D3DEB06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</w:t>
      </w:r>
      <w:r w:rsidRPr="00C55429">
        <w:rPr>
          <w:rFonts w:cs="Arial"/>
          <w:color w:val="002060"/>
          <w:lang w:val="nl-BE"/>
        </w:rPr>
        <w:t>ing</w:t>
      </w:r>
      <w:r w:rsidR="0016345F">
        <w:rPr>
          <w:rFonts w:cs="Arial"/>
          <w:color w:val="002060"/>
          <w:lang w:val="nl-BE"/>
        </w:rPr>
        <w:t>swater</w:t>
      </w:r>
      <w:r w:rsidRPr="00C55429">
        <w:rPr>
          <w:rFonts w:cs="Arial"/>
          <w:color w:val="002060"/>
          <w:lang w:val="nl-BE"/>
        </w:rPr>
        <w:t xml:space="preserve">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7A36A50D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</w:t>
      </w:r>
      <w:r w:rsidR="0016345F">
        <w:rPr>
          <w:rFonts w:cs="Arial"/>
          <w:color w:val="002060"/>
          <w:lang w:val="nl-BE"/>
        </w:rPr>
        <w:t>- en verwarmingswater</w:t>
      </w:r>
      <w:r w:rsidRPr="00C55429">
        <w:rPr>
          <w:rFonts w:cs="Arial"/>
          <w:color w:val="002060"/>
          <w:lang w:val="nl-BE"/>
        </w:rPr>
        <w:t xml:space="preserve">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</w:t>
      </w:r>
      <w:r w:rsidRPr="00A515D3">
        <w:rPr>
          <w:rFonts w:cs="Arial"/>
          <w:color w:val="002060"/>
          <w:sz w:val="20"/>
          <w:lang w:val="nl-BE"/>
        </w:rPr>
        <w:t>Zuiverheidsklasse Olie 0 – 3</w:t>
      </w:r>
      <w:r>
        <w:rPr>
          <w:rFonts w:cs="Arial"/>
          <w:color w:val="002060"/>
          <w:lang w:val="nl-BE"/>
        </w:rPr>
        <w:t>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256B36F1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  <w:r w:rsidR="00DB5AE0">
        <w:rPr>
          <w:rFonts w:cs="Arial"/>
          <w:color w:val="002060"/>
          <w:lang w:val="nl-BE"/>
        </w:rPr>
        <w:t xml:space="preserve"> (</w:t>
      </w:r>
      <w:r w:rsidR="00A515D3" w:rsidRPr="00A515D3">
        <w:rPr>
          <w:rFonts w:cs="Arial"/>
          <w:color w:val="002060"/>
          <w:sz w:val="20"/>
          <w:lang w:val="nl-BE"/>
        </w:rPr>
        <w:t>vb. stikstof</w:t>
      </w:r>
      <w:r w:rsidR="00A515D3">
        <w:rPr>
          <w:rFonts w:cs="Arial"/>
          <w:color w:val="002060"/>
          <w:lang w:val="nl-BE"/>
        </w:rPr>
        <w:t>)</w:t>
      </w:r>
    </w:p>
    <w:p w14:paraId="5D452BBA" w14:textId="3DD3C9F3" w:rsidR="00B67E6B" w:rsidRDefault="00B67E6B" w:rsidP="00B67E6B">
      <w:pPr>
        <w:rPr>
          <w:rFonts w:cs="Arial"/>
          <w:color w:val="002060"/>
          <w:lang w:val="nl-BE"/>
        </w:rPr>
      </w:pPr>
    </w:p>
    <w:p w14:paraId="00F749CB" w14:textId="29D6B468" w:rsidR="00B67E6B" w:rsidRDefault="00B67E6B" w:rsidP="00B67E6B">
      <w:pPr>
        <w:rPr>
          <w:rFonts w:cs="Arial"/>
          <w:color w:val="002060"/>
          <w:lang w:val="nl-BE"/>
        </w:rPr>
      </w:pPr>
    </w:p>
    <w:p w14:paraId="31ECFE87" w14:textId="2650AC21" w:rsidR="00026E4A" w:rsidRPr="00D44532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lang w:val="nl-BE"/>
        </w:rPr>
      </w:pPr>
      <w:r w:rsidRPr="00D44532">
        <w:rPr>
          <w:rFonts w:ascii="Arial" w:hAnsi="Arial" w:cs="Arial"/>
          <w:b/>
          <w:bCs/>
          <w:color w:val="002060"/>
          <w:szCs w:val="24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B8821CE" w14:textId="77777777" w:rsidR="00CC76D8" w:rsidRPr="001B1128" w:rsidRDefault="00CC76D8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283B772" w14:textId="1F487376" w:rsidR="00CC76D8" w:rsidRPr="001B1128" w:rsidRDefault="00253B9B" w:rsidP="00253B9B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53B9B">
        <w:rPr>
          <w:rFonts w:cs="Arial"/>
          <w:color w:val="002060"/>
          <w:lang w:val="nl-BE"/>
        </w:rPr>
        <w:drawing>
          <wp:inline distT="0" distB="0" distL="0" distR="0" wp14:anchorId="39822B71" wp14:editId="51C96305">
            <wp:extent cx="1562389" cy="11112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9113" cy="1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CCD6" w14:textId="77777777" w:rsidR="00580ECD" w:rsidRDefault="00580ECD">
      <w:r>
        <w:separator/>
      </w:r>
    </w:p>
  </w:endnote>
  <w:endnote w:type="continuationSeparator" w:id="0">
    <w:p w14:paraId="2FFD77C9" w14:textId="77777777" w:rsidR="00580ECD" w:rsidRDefault="0058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0382" w14:textId="77777777" w:rsidR="00580ECD" w:rsidRDefault="00580ECD">
      <w:r>
        <w:separator/>
      </w:r>
    </w:p>
  </w:footnote>
  <w:footnote w:type="continuationSeparator" w:id="0">
    <w:p w14:paraId="3949D2EC" w14:textId="77777777" w:rsidR="00580ECD" w:rsidRDefault="0058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14DB4C3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D42517">
      <w:rPr>
        <w:rFonts w:ascii="Arial" w:hAnsi="Arial" w:cs="Arial"/>
        <w:b/>
        <w:color w:val="002060"/>
      </w:rPr>
      <w:t>Mepla</w:t>
    </w:r>
    <w:proofErr w:type="spellEnd"/>
    <w:r w:rsidR="00A64020" w:rsidRPr="002A3BAF">
      <w:rPr>
        <w:rFonts w:ascii="Arial" w:hAnsi="Arial" w:cs="Arial"/>
        <w:b/>
        <w:color w:val="002060"/>
      </w:rPr>
      <w:t xml:space="preserve">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A9E52D-04EF-4326-85E3-3576A3D2DE9A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241</TotalTime>
  <Pages>3</Pages>
  <Words>230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24</cp:revision>
  <cp:lastPrinted>2011-12-15T11:14:00Z</cp:lastPrinted>
  <dcterms:created xsi:type="dcterms:W3CDTF">2023-12-06T10:30:00Z</dcterms:created>
  <dcterms:modified xsi:type="dcterms:W3CDTF">2023-12-06T14:49:00Z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